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FAC8A33-A06F-4343-9AC0-AD46EF20B66E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